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4B0D40" w:rsidRPr="00A102BD" w:rsidRDefault="00DE3699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 xml:space="preserve"> </w:t>
      </w:r>
      <w:r w:rsidR="00492941"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 w:rsidR="00492941"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 xml:space="preserve">принять участие в </w:t>
      </w:r>
      <w:r w:rsidR="0033407D">
        <w:t>Конкурсе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 xml:space="preserve">принять участие в </w:t>
      </w:r>
      <w:r w:rsidR="0033407D">
        <w:t>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 xml:space="preserve">принять участие в </w:t>
      </w:r>
      <w:r w:rsidR="0033407D">
        <w:t>Конкурсе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 xml:space="preserve">принять участие в </w:t>
      </w:r>
      <w:r w:rsidR="0033407D">
        <w:t>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 xml:space="preserve">принять участие в </w:t>
      </w:r>
      <w:r w:rsidR="0033407D">
        <w:t>Конкурсе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 xml:space="preserve">принять участие в </w:t>
      </w:r>
      <w:r w:rsidR="0033407D">
        <w:t>Конкурсе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lastRenderedPageBreak/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 xml:space="preserve">принять участие в </w:t>
      </w:r>
      <w:r w:rsidR="0033407D">
        <w:t>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 xml:space="preserve">принять участие в </w:t>
      </w:r>
      <w:r w:rsidR="0033407D">
        <w:t>Конкурсе</w:t>
      </w:r>
      <w:bookmarkStart w:id="0" w:name="_GoBack"/>
      <w:bookmarkEnd w:id="0"/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681EAC">
      <w:fldChar w:fldCharType="begin"/>
    </w:r>
    <w:r w:rsidR="005E65BF">
      <w:instrText xml:space="preserve"> PAGE </w:instrText>
    </w:r>
    <w:r w:rsidR="00681EAC">
      <w:fldChar w:fldCharType="separate"/>
    </w:r>
    <w:r w:rsidR="0033407D">
      <w:rPr>
        <w:noProof/>
      </w:rPr>
      <w:t>2</w:t>
    </w:r>
    <w:r w:rsidR="00681EAC">
      <w:rPr>
        <w:noProof/>
      </w:rPr>
      <w:fldChar w:fldCharType="end"/>
    </w:r>
    <w:r>
      <w:t xml:space="preserve"> из </w:t>
    </w:r>
    <w:r w:rsidR="00681EAC">
      <w:fldChar w:fldCharType="begin"/>
    </w:r>
    <w:r w:rsidR="005E65BF">
      <w:instrText xml:space="preserve"> NUMPAGES </w:instrText>
    </w:r>
    <w:r w:rsidR="00681EAC">
      <w:fldChar w:fldCharType="separate"/>
    </w:r>
    <w:r w:rsidR="0033407D">
      <w:rPr>
        <w:noProof/>
      </w:rPr>
      <w:t>2</w:t>
    </w:r>
    <w:r w:rsidR="00681EA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07D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3BEC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BF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AC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3699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60B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5:docId w15:val="{C3AA4014-EAA6-483B-9FBE-89ECB740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6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Мягков Сергей Геннадьевич</cp:lastModifiedBy>
  <cp:revision>5</cp:revision>
  <cp:lastPrinted>2010-04-13T12:36:00Z</cp:lastPrinted>
  <dcterms:created xsi:type="dcterms:W3CDTF">2015-12-22T07:29:00Z</dcterms:created>
  <dcterms:modified xsi:type="dcterms:W3CDTF">2018-07-27T12:27:00Z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